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3BA9C75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A62BE0">
        <w:rPr>
          <w:rFonts w:ascii="Corbel" w:hAnsi="Corbel"/>
          <w:i/>
          <w:smallCaps/>
          <w:sz w:val="24"/>
          <w:szCs w:val="24"/>
        </w:rPr>
        <w:t>2019-2022</w:t>
      </w:r>
    </w:p>
    <w:p w14:paraId="0E25C104" w14:textId="0E548ED7" w:rsidR="00445970" w:rsidRPr="00EA4832" w:rsidRDefault="00445970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A62BE0">
        <w:rPr>
          <w:rFonts w:ascii="Corbel" w:hAnsi="Corbel"/>
          <w:sz w:val="20"/>
          <w:szCs w:val="20"/>
        </w:rPr>
        <w:t>1</w:t>
      </w:r>
      <w:r w:rsidR="00E6001F">
        <w:rPr>
          <w:rFonts w:ascii="Corbel" w:hAnsi="Corbel"/>
          <w:sz w:val="20"/>
          <w:szCs w:val="20"/>
        </w:rPr>
        <w:t>/202</w:t>
      </w:r>
      <w:r w:rsidR="00A62BE0">
        <w:rPr>
          <w:rFonts w:ascii="Corbel" w:hAnsi="Corbel"/>
          <w:sz w:val="20"/>
          <w:szCs w:val="20"/>
        </w:rPr>
        <w:t>2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00B819C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00B819C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0E25C10F" w14:textId="77777777" w:rsidTr="00B819C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00B819C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00B819C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00B819C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00B819C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25C11E" w14:textId="77777777" w:rsidTr="00B819C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BA81F07" w:rsidR="0085747A" w:rsidRPr="00441B95" w:rsidRDefault="00441B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1B9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E25C121" w14:textId="77777777" w:rsidTr="00B819C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00B819C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00B819C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00B819C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619F73ED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0E25C12D" w14:textId="77777777" w:rsidTr="00B819C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1FD80A0B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186FE510" w:rsidR="00015B8F" w:rsidRPr="009C54AE" w:rsidRDefault="00441B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5366D3DE" w:rsidR="00015B8F" w:rsidRPr="009C54AE" w:rsidRDefault="00441B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5CF87A63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23451B40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437C0F37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3DE0D9F7" w:rsidR="00E22FBC" w:rsidRPr="009C54AE" w:rsidRDefault="002010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25C1A0" w14:textId="1DC7637C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1D9B288C" w:rsidR="0085747A" w:rsidRPr="009C54AE" w:rsidRDefault="00441B9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5B679CD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30102833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41B95">
              <w:rPr>
                <w:rFonts w:ascii="Corbel" w:hAnsi="Corbel"/>
                <w:sz w:val="24"/>
                <w:szCs w:val="24"/>
              </w:rPr>
              <w:t>2</w:t>
            </w:r>
          </w:p>
          <w:p w14:paraId="409868C0" w14:textId="30059378" w:rsidR="004E236B" w:rsidRDefault="00441B9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E25C1CD" w14:textId="2C762653" w:rsidR="004E236B" w:rsidRPr="009C54AE" w:rsidRDefault="00441B9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Karwińska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Creativity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Economy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a Determinant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Ukraine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the World: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Trends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Development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Prospects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Proceedings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XVI International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Scientific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Practical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Conference on the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Occasion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Day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2F7E87C9" w14:textId="7FDE700C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28CC7361" w:rsidR="00250850" w:rsidRPr="009C54AE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4B8F5" w14:textId="77777777" w:rsidR="00055977" w:rsidRDefault="00055977" w:rsidP="00C16ABF">
      <w:pPr>
        <w:spacing w:after="0" w:line="240" w:lineRule="auto"/>
      </w:pPr>
      <w:r>
        <w:separator/>
      </w:r>
    </w:p>
  </w:endnote>
  <w:endnote w:type="continuationSeparator" w:id="0">
    <w:p w14:paraId="085611F4" w14:textId="77777777" w:rsidR="00055977" w:rsidRDefault="000559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0A437" w14:textId="77777777" w:rsidR="00055977" w:rsidRDefault="00055977" w:rsidP="00C16ABF">
      <w:pPr>
        <w:spacing w:after="0" w:line="240" w:lineRule="auto"/>
      </w:pPr>
      <w:r>
        <w:separator/>
      </w:r>
    </w:p>
  </w:footnote>
  <w:footnote w:type="continuationSeparator" w:id="0">
    <w:p w14:paraId="2F3CD710" w14:textId="77777777" w:rsidR="00055977" w:rsidRDefault="00055977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559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1B95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D79A9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62BE0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48C600-6FFC-457A-AD7A-DCB9DA5FB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1066</Words>
  <Characters>6396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2020-11-16T16:28:00Z</dcterms:created>
  <dcterms:modified xsi:type="dcterms:W3CDTF">2020-12-10T05:12:00Z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